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A5" w:rsidRDefault="001C4AA5" w:rsidP="001C4AA5">
      <w:pPr>
        <w:pStyle w:val="Picture"/>
      </w:pPr>
      <w:bookmarkStart w:id="0" w:name="_GoBack"/>
      <w:bookmarkEnd w:id="0"/>
    </w:p>
    <w:p w:rsidR="001C4AA5" w:rsidRPr="00F95E0A" w:rsidRDefault="001C4AA5" w:rsidP="001C4AA5">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1C4AA5" w:rsidRPr="005175F5" w:rsidTr="00EF2B33">
        <w:trPr>
          <w:trHeight w:hRule="exact" w:val="1360"/>
        </w:trPr>
        <w:tc>
          <w:tcPr>
            <w:tcW w:w="9576" w:type="dxa"/>
            <w:tcBorders>
              <w:top w:val="single" w:sz="4" w:space="0" w:color="808080"/>
              <w:left w:val="nil"/>
              <w:bottom w:val="single" w:sz="4" w:space="0" w:color="808080"/>
              <w:right w:val="nil"/>
            </w:tcBorders>
          </w:tcPr>
          <w:p w:rsidR="006377E3" w:rsidRDefault="006377E3" w:rsidP="006377E3">
            <w:pPr>
              <w:tabs>
                <w:tab w:val="left" w:pos="2880"/>
              </w:tabs>
              <w:spacing w:before="100"/>
              <w:rPr>
                <w:b/>
                <w:color w:val="002B52"/>
                <w:sz w:val="44"/>
                <w:szCs w:val="44"/>
              </w:rPr>
            </w:pPr>
            <w:r>
              <w:rPr>
                <w:b/>
                <w:color w:val="002B52"/>
                <w:sz w:val="44"/>
                <w:szCs w:val="44"/>
              </w:rPr>
              <w:t xml:space="preserve">National Standards for </w:t>
            </w:r>
            <w:r w:rsidR="00642161">
              <w:rPr>
                <w:b/>
                <w:color w:val="002B52"/>
                <w:sz w:val="44"/>
                <w:szCs w:val="44"/>
              </w:rPr>
              <w:t xml:space="preserve">Visual </w:t>
            </w:r>
            <w:r>
              <w:rPr>
                <w:b/>
                <w:color w:val="002B52"/>
                <w:sz w:val="44"/>
                <w:szCs w:val="44"/>
              </w:rPr>
              <w:t>Art</w:t>
            </w:r>
            <w:r w:rsidR="00642161">
              <w:rPr>
                <w:b/>
                <w:color w:val="002B52"/>
                <w:sz w:val="44"/>
                <w:szCs w:val="44"/>
              </w:rPr>
              <w:t xml:space="preserve"> </w:t>
            </w:r>
          </w:p>
          <w:p w:rsidR="001C4AA5" w:rsidRPr="005175F5" w:rsidRDefault="005F5AC1" w:rsidP="006377E3">
            <w:pPr>
              <w:tabs>
                <w:tab w:val="left" w:pos="2880"/>
              </w:tabs>
              <w:spacing w:before="100"/>
              <w:rPr>
                <w:b/>
                <w:color w:val="002B52"/>
                <w:sz w:val="48"/>
                <w:szCs w:val="48"/>
              </w:rPr>
            </w:pPr>
            <w:r>
              <w:rPr>
                <w:b/>
                <w:color w:val="002B52"/>
                <w:sz w:val="44"/>
                <w:szCs w:val="44"/>
              </w:rPr>
              <w:t>Grades 9-12</w:t>
            </w:r>
            <w:r w:rsidR="00642161">
              <w:rPr>
                <w:b/>
                <w:color w:val="002B52"/>
                <w:sz w:val="44"/>
                <w:szCs w:val="44"/>
              </w:rPr>
              <w:t xml:space="preserve"> Matrix</w:t>
            </w:r>
          </w:p>
        </w:tc>
      </w:tr>
    </w:tbl>
    <w:p w:rsidR="00255260" w:rsidRPr="001C4AA5"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877F30" w:rsidRPr="00BD56B5" w:rsidTr="00877F30">
        <w:trPr>
          <w:cantSplit/>
          <w:trHeight w:val="1134"/>
          <w:tblHeader/>
        </w:trPr>
        <w:tc>
          <w:tcPr>
            <w:tcW w:w="5000" w:type="pct"/>
            <w:vAlign w:val="center"/>
          </w:tcPr>
          <w:p w:rsidR="00877F30" w:rsidRDefault="00877F30" w:rsidP="00271FF4">
            <w:pPr>
              <w:pStyle w:val="CommentText"/>
              <w:tabs>
                <w:tab w:val="left" w:pos="3600"/>
              </w:tabs>
              <w:rPr>
                <w:rFonts w:cs="Arial"/>
                <w:b/>
              </w:rPr>
            </w:pPr>
          </w:p>
          <w:p w:rsidR="00877F30" w:rsidRDefault="00877F30" w:rsidP="00271FF4">
            <w:pPr>
              <w:pStyle w:val="CommentText"/>
              <w:tabs>
                <w:tab w:val="left" w:pos="3600"/>
              </w:tabs>
              <w:rPr>
                <w:rFonts w:cs="Arial"/>
                <w:b/>
              </w:rPr>
            </w:pPr>
            <w:r w:rsidRPr="002542DB">
              <w:rPr>
                <w:rFonts w:cs="Arial"/>
                <w:b/>
              </w:rPr>
              <w:t>Key:</w:t>
            </w:r>
          </w:p>
          <w:p w:rsidR="00877F30" w:rsidRPr="002542DB" w:rsidRDefault="00877F30" w:rsidP="00271FF4">
            <w:pPr>
              <w:pStyle w:val="CommentText"/>
              <w:tabs>
                <w:tab w:val="left" w:pos="3600"/>
              </w:tabs>
              <w:rPr>
                <w:rFonts w:cs="Arial"/>
                <w:b/>
              </w:rPr>
            </w:pPr>
          </w:p>
          <w:p w:rsidR="00877F30" w:rsidRPr="002542DB" w:rsidRDefault="00877F30" w:rsidP="00271FF4">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877F30" w:rsidRPr="002542DB" w:rsidRDefault="00877F30" w:rsidP="00271FF4">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877F30" w:rsidRDefault="00877F30" w:rsidP="00271FF4">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877F30" w:rsidRPr="002542DB" w:rsidRDefault="00877F30" w:rsidP="00271FF4">
            <w:pPr>
              <w:pStyle w:val="CommentText"/>
              <w:tabs>
                <w:tab w:val="left" w:pos="180"/>
              </w:tabs>
              <w:rPr>
                <w:rFonts w:cs="Arial"/>
              </w:rPr>
            </w:pPr>
          </w:p>
        </w:tc>
      </w:tr>
    </w:tbl>
    <w:p w:rsidR="00877F30" w:rsidRPr="00BD56B5" w:rsidRDefault="00877F30" w:rsidP="00912F04">
      <w:pPr>
        <w:tabs>
          <w:tab w:val="left" w:pos="7939"/>
        </w:tabs>
        <w:rPr>
          <w:rFonts w:cs="Arial"/>
          <w:b/>
          <w:sz w:val="20"/>
          <w:szCs w:val="20"/>
        </w:rPr>
      </w:pPr>
      <w:r w:rsidRPr="00BD56B5">
        <w:rPr>
          <w:rFonts w:cs="Arial"/>
          <w:b/>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1637"/>
      </w:tblGrid>
      <w:tr w:rsidR="001F6979" w:rsidRPr="00BD56B5" w:rsidTr="001F6979">
        <w:tc>
          <w:tcPr>
            <w:tcW w:w="4145" w:type="pct"/>
          </w:tcPr>
          <w:p w:rsidR="001F6979" w:rsidRPr="00BD56B5" w:rsidRDefault="001F6979" w:rsidP="00B61B33">
            <w:pPr>
              <w:pStyle w:val="CommentText"/>
              <w:rPr>
                <w:rFonts w:cs="Arial"/>
                <w:b/>
              </w:rPr>
            </w:pPr>
            <w:r w:rsidRPr="00BD56B5">
              <w:rPr>
                <w:rFonts w:cs="Arial"/>
                <w:b/>
              </w:rPr>
              <w:t>#1: Understanding and applying media, techniques, and processes</w:t>
            </w:r>
          </w:p>
        </w:tc>
        <w:tc>
          <w:tcPr>
            <w:tcW w:w="855" w:type="pct"/>
            <w:vAlign w:val="center"/>
          </w:tcPr>
          <w:p w:rsidR="001F6979" w:rsidRPr="00BD56B5"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media, techniques, and processes with sufficient skill, confidence, and sensitivity  that their intentions are carried out in their artworks – (proficient)</w:t>
            </w:r>
          </w:p>
        </w:tc>
        <w:tc>
          <w:tcPr>
            <w:tcW w:w="855" w:type="pct"/>
            <w:vAlign w:val="center"/>
          </w:tcPr>
          <w:p w:rsidR="001F6979" w:rsidRPr="00877F30" w:rsidRDefault="0079659E" w:rsidP="00912F04">
            <w:pPr>
              <w:jc w:val="center"/>
              <w:rPr>
                <w:rFonts w:cs="Arial"/>
              </w:rPr>
            </w:pPr>
            <w:r w:rsidRPr="002542DB">
              <w:rPr>
                <w:rFonts w:cs="Arial"/>
              </w:rPr>
              <w:t>●</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conceive and create works of visual art that demonstrate an understanding of how the  communication of their ideas relates to the media, techniques, and processes they use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PlainText"/>
              <w:numPr>
                <w:ilvl w:val="0"/>
                <w:numId w:val="44"/>
              </w:numPr>
              <w:rPr>
                <w:rFonts w:ascii="Arial" w:hAnsi="Arial" w:cs="Arial"/>
                <w:sz w:val="20"/>
                <w:szCs w:val="20"/>
              </w:rPr>
            </w:pPr>
            <w:r w:rsidRPr="00BD56B5">
              <w:rPr>
                <w:rFonts w:ascii="Arial" w:hAnsi="Arial" w:cs="Arial"/>
                <w:sz w:val="20"/>
                <w:szCs w:val="20"/>
              </w:rPr>
              <w:t>Students communicate ideas regularly at a high level of effectiveness in at least one visual arts medium – (advanced)</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initiate, define, and solve challenging visual arts problems independently using intellectual skills such as analysis, synthesis, and evaluation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rPr>
            </w:pPr>
            <w:r w:rsidRPr="00BD56B5">
              <w:rPr>
                <w:rFonts w:cs="Arial"/>
                <w:b/>
              </w:rPr>
              <w:t>#2: Using knowledge of structures and functions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form and defend judgments about the characteristics and structures to accomplish commercial, personal, communal, or other purposes of art – (proficient)</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evaluate the effectiveness of artworks in terms of organizational structures and functions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artworks that use organizational principles and functions to solve specific visual arts problems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compare two or more perspectives about the use of organizational principles and functions in artwork and to defend personal evaluations of these perspectives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multiple solutions to specific visual arts problems that demonstrate competence in producing effective relationships between structural choices and artistic functions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#3: Choosing and evaluating a range of subject matter, symbols, and ideas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on how artworks differ visually, spatially, temporally, and functionally, and describe how these are related to history and culture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subjects, symbols, and ideas in their artworks and use the skills gained to solve problems in daily life – (proficient)</w:t>
            </w:r>
          </w:p>
        </w:tc>
        <w:tc>
          <w:tcPr>
            <w:tcW w:w="855" w:type="pct"/>
            <w:tcBorders>
              <w:bottom w:val="single" w:sz="4" w:space="0" w:color="auto"/>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top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origins of specific images and ideas and explain why they are of value in their artwork and in the work of others – (Advanced)</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 xml:space="preserve">Students evaluate and defend the validity of sources for content and the manner in which subject matter, symbols, and images are used in the students' </w:t>
            </w:r>
            <w:r w:rsidRPr="00BD56B5">
              <w:rPr>
                <w:rFonts w:cs="Arial"/>
              </w:rPr>
              <w:lastRenderedPageBreak/>
              <w:t>works and in significant works by others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lastRenderedPageBreak/>
              <w:t>X</w:t>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lastRenderedPageBreak/>
              <w:t>#4: Understanding the visual arts in relation to history and cultures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differentiate among a variety of historical and cultural contexts in terms of characteristics and purposes of works of art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function and explore the meaning of specific art objects within varied cultures, times, and places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relationships of works of art to one another in terms of history, aesthetics, and culture, justifying conclusions made in the analysis and using such conclusions to inform their own art making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and interpret artworks for relationships among form, context, purposes, and critical models, showing understanding of the work of critics, historians, aestheticians, and artists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common characteristics of visual arts evident across time and among  cultural/ethnic groups to formulate analyses, evaluations, and interpretations of meaning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#5: Reflecting upon and assessing the characteristics and merits of their work and the work of others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identify intentions of those creating artworks, explore the implications of various purposes, and justify their analyses of purposes in particular works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meanings of artworks by analyzing how specific works are created and how they relate to historical and cultural contexts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analytically on various interpretations as a means for understanding and evaluating works of visual art – (proficient)</w:t>
            </w:r>
          </w:p>
        </w:tc>
        <w:tc>
          <w:tcPr>
            <w:tcW w:w="855" w:type="pct"/>
            <w:vAlign w:val="center"/>
          </w:tcPr>
          <w:p w:rsidR="001F6979" w:rsidRPr="0079659E" w:rsidRDefault="0096023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correlate responses to works of visual art with various techniques for communicating meanings, ideas, attitudes, views, and intentions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#6: Making connections between visual arts and other disciplines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the materials, technologies, media, and processes of the visual arts with those of other arts disciplines as they are used in creation and types of analysis – (proficient)</w:t>
            </w:r>
          </w:p>
        </w:tc>
        <w:tc>
          <w:tcPr>
            <w:tcW w:w="855" w:type="pct"/>
            <w:tcBorders>
              <w:bottom w:val="single" w:sz="4" w:space="0" w:color="auto"/>
            </w:tcBorders>
            <w:vAlign w:val="center"/>
          </w:tcPr>
          <w:p w:rsidR="001F6979" w:rsidRPr="0079659E" w:rsidRDefault="00B53637"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Borders>
              <w:top w:val="nil"/>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characteristics of visual arts within a particular historical period or style with ideas, issues, or themes in the humanities or sciences – (proficient)</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synthesize the creative and analytical principles and techniques of the visual arts and selected other arts disciplines, the humanities, or the sciences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bl>
    <w:p w:rsidR="005F5AC1" w:rsidRDefault="005F5AC1" w:rsidP="005F5AC1"/>
    <w:p w:rsidR="00D96117" w:rsidRPr="00D96117" w:rsidRDefault="00642161" w:rsidP="006D3785">
      <w:pPr>
        <w:pStyle w:val="CommentText"/>
        <w:rPr>
          <w:rFonts w:cs="Arial"/>
          <w:b/>
          <w:bCs/>
        </w:rPr>
      </w:pPr>
      <w:r w:rsidRPr="00A3212E">
        <w:rPr>
          <w:rFonts w:cs="Arial"/>
        </w:rPr>
        <w:t xml:space="preserve">Comparison of </w:t>
      </w:r>
      <w:r w:rsidRPr="00A3212E">
        <w:rPr>
          <w:rFonts w:cs="Arial"/>
          <w:i/>
        </w:rPr>
        <w:t xml:space="preserve">National </w:t>
      </w:r>
      <w:r w:rsidR="00947F97">
        <w:rPr>
          <w:rFonts w:cs="Arial"/>
          <w:i/>
        </w:rPr>
        <w:t>Standards for</w:t>
      </w:r>
      <w:r>
        <w:rPr>
          <w:rFonts w:cs="Arial"/>
          <w:i/>
        </w:rPr>
        <w:t xml:space="preserve"> Visual Arts Grade 9-12</w:t>
      </w:r>
      <w:r w:rsidRPr="00A3212E">
        <w:rPr>
          <w:rFonts w:cs="Arial"/>
        </w:rPr>
        <w:t xml:space="preserve"> and</w:t>
      </w:r>
      <w:r>
        <w:rPr>
          <w:rFonts w:cs="Arial"/>
        </w:rPr>
        <w:t xml:space="preserve"> </w:t>
      </w:r>
      <w:r w:rsidR="006D3785">
        <w:rPr>
          <w:rFonts w:cs="Arial"/>
        </w:rPr>
        <w:t xml:space="preserve">the </w:t>
      </w:r>
      <w:r w:rsidR="00D96117" w:rsidRPr="00877F30">
        <w:rPr>
          <w:rFonts w:cs="Arial"/>
          <w:bCs/>
          <w:i/>
        </w:rPr>
        <w:t>Autodesk</w:t>
      </w:r>
      <w:r w:rsidR="00D96117" w:rsidRPr="00877F30">
        <w:rPr>
          <w:rFonts w:cs="Arial"/>
          <w:bCs/>
          <w:i/>
          <w:vertAlign w:val="superscript"/>
        </w:rPr>
        <w:t>®</w:t>
      </w:r>
      <w:r w:rsidR="00D96117" w:rsidRPr="00877F30">
        <w:rPr>
          <w:rFonts w:cs="Arial"/>
          <w:bCs/>
          <w:i/>
        </w:rPr>
        <w:t xml:space="preserve"> Digital STEAM Workshop</w:t>
      </w:r>
    </w:p>
    <w:p w:rsidR="00642161" w:rsidRPr="00A3212E" w:rsidRDefault="00642161" w:rsidP="00D96117">
      <w:pPr>
        <w:pStyle w:val="CommentText"/>
        <w:ind w:left="960" w:hanging="960"/>
        <w:rPr>
          <w:rFonts w:cs="Arial"/>
        </w:rPr>
      </w:pPr>
    </w:p>
    <w:p w:rsidR="00642161" w:rsidRPr="00A3212E" w:rsidRDefault="00642161" w:rsidP="00642161">
      <w:pPr>
        <w:rPr>
          <w:sz w:val="20"/>
          <w:szCs w:val="20"/>
        </w:rPr>
      </w:pPr>
      <w:r w:rsidRPr="00A3212E">
        <w:rPr>
          <w:sz w:val="20"/>
          <w:szCs w:val="20"/>
        </w:rPr>
        <w:t xml:space="preserve">Source: </w:t>
      </w:r>
      <w:r w:rsidRPr="00947F97">
        <w:rPr>
          <w:i/>
          <w:sz w:val="20"/>
          <w:szCs w:val="20"/>
        </w:rPr>
        <w:t xml:space="preserve">National </w:t>
      </w:r>
      <w:r w:rsidR="00947F97" w:rsidRPr="00947F97">
        <w:rPr>
          <w:i/>
          <w:sz w:val="20"/>
          <w:szCs w:val="20"/>
        </w:rPr>
        <w:t>Standards for Visual Arts</w:t>
      </w:r>
      <w:r w:rsidR="00D96117">
        <w:rPr>
          <w:sz w:val="20"/>
          <w:szCs w:val="20"/>
        </w:rPr>
        <w:t xml:space="preserve"> developed by a </w:t>
      </w:r>
      <w:r w:rsidR="00947F97">
        <w:rPr>
          <w:sz w:val="20"/>
          <w:szCs w:val="20"/>
        </w:rPr>
        <w:t>consortium of National Arts Education Associations and the National Standards for Arts Education</w:t>
      </w:r>
    </w:p>
    <w:p w:rsidR="00F51A3C" w:rsidRPr="00AE0721" w:rsidRDefault="00F51A3C" w:rsidP="00AE0721">
      <w:pPr>
        <w:pStyle w:val="CommentText"/>
      </w:pPr>
    </w:p>
    <w:sectPr w:rsidR="00F51A3C" w:rsidRPr="00AE0721" w:rsidSect="00A00F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727" w:rsidRDefault="001D6727">
      <w:r>
        <w:separator/>
      </w:r>
    </w:p>
  </w:endnote>
  <w:endnote w:type="continuationSeparator" w:id="0">
    <w:p w:rsidR="001D6727" w:rsidRDefault="001D6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AE0721" w:rsidP="00E4048A">
    <w:pPr>
      <w:pStyle w:val="Footer"/>
    </w:pPr>
    <w:r>
      <w:rPr>
        <w:szCs w:val="20"/>
      </w:rPr>
      <w:t>Teacher Resources</w:t>
    </w:r>
    <w:r w:rsidR="006D0155" w:rsidRPr="006D0155">
      <w:rPr>
        <w:szCs w:val="20"/>
      </w:rPr>
      <w:t xml:space="preserve"> – Standards – </w:t>
    </w:r>
    <w:r w:rsidR="00642161">
      <w:rPr>
        <w:szCs w:val="20"/>
      </w:rPr>
      <w:t>Visual Arts</w:t>
    </w:r>
    <w:r w:rsidR="006D0155" w:rsidRPr="006D0155">
      <w:rPr>
        <w:szCs w:val="20"/>
      </w:rPr>
      <w:t xml:space="preserve"> Standards Matrix</w:t>
    </w:r>
    <w:r w:rsidR="006D0155">
      <w:rPr>
        <w:szCs w:val="20"/>
      </w:rPr>
      <w:t xml:space="preserve"> </w:t>
    </w:r>
    <w:r w:rsidR="000674D0">
      <w:rPr>
        <w:szCs w:val="20"/>
      </w:rPr>
      <w:t xml:space="preserve">– </w:t>
    </w:r>
    <w:r w:rsidR="000674D0" w:rsidRPr="0084325B">
      <w:rPr>
        <w:szCs w:val="20"/>
      </w:rPr>
      <w:t xml:space="preserve">Page </w:t>
    </w:r>
    <w:r w:rsidR="000674D0" w:rsidRPr="0084325B">
      <w:rPr>
        <w:rStyle w:val="PageNumber"/>
        <w:szCs w:val="20"/>
      </w:rPr>
      <w:fldChar w:fldCharType="begin"/>
    </w:r>
    <w:r w:rsidR="000674D0" w:rsidRPr="0084325B">
      <w:rPr>
        <w:rStyle w:val="PageNumber"/>
        <w:szCs w:val="20"/>
      </w:rPr>
      <w:instrText xml:space="preserve"> PAGE </w:instrText>
    </w:r>
    <w:r w:rsidR="000674D0" w:rsidRPr="0084325B">
      <w:rPr>
        <w:rStyle w:val="PageNumber"/>
        <w:szCs w:val="20"/>
      </w:rPr>
      <w:fldChar w:fldCharType="separate"/>
    </w:r>
    <w:r w:rsidR="00385941">
      <w:rPr>
        <w:rStyle w:val="PageNumber"/>
        <w:noProof/>
        <w:szCs w:val="20"/>
      </w:rPr>
      <w:t>1</w:t>
    </w:r>
    <w:r w:rsidR="000674D0" w:rsidRPr="0084325B">
      <w:rPr>
        <w:rStyle w:val="PageNumber"/>
        <w:szCs w:val="20"/>
      </w:rPr>
      <w:fldChar w:fldCharType="end"/>
    </w:r>
    <w:r w:rsidR="0079659E" w:rsidRPr="0079659E">
      <w:t xml:space="preserve"> </w:t>
    </w:r>
  </w:p>
  <w:p w:rsidR="00A14448" w:rsidRDefault="005C0851" w:rsidP="00E4048A">
    <w:pPr>
      <w:pStyle w:val="Footer"/>
      <w:rPr>
        <w:rStyle w:val="PageNumber"/>
        <w:szCs w:val="20"/>
      </w:rPr>
    </w:pPr>
    <w:r w:rsidRPr="005C0851">
      <w:rPr>
        <w:rStyle w:val="PageNumber"/>
        <w:szCs w:val="20"/>
      </w:rPr>
      <w:t>Gateway to the Past: Culture and Rituals - African Ceremonial Masks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727" w:rsidRDefault="001D6727">
      <w:r>
        <w:separator/>
      </w:r>
    </w:p>
  </w:footnote>
  <w:footnote w:type="continuationSeparator" w:id="0">
    <w:p w:rsidR="001D6727" w:rsidRDefault="001D6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1.25pt;height:11.25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6">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1">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6">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0">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1">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34">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7">
    <w:nsid w:val="6CED1446"/>
    <w:multiLevelType w:val="hybridMultilevel"/>
    <w:tmpl w:val="0EB46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02511C"/>
    <w:multiLevelType w:val="hybridMultilevel"/>
    <w:tmpl w:val="A990861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5"/>
  </w:num>
  <w:num w:numId="3">
    <w:abstractNumId w:val="17"/>
  </w:num>
  <w:num w:numId="4">
    <w:abstractNumId w:val="4"/>
  </w:num>
  <w:num w:numId="5">
    <w:abstractNumId w:val="18"/>
  </w:num>
  <w:num w:numId="6">
    <w:abstractNumId w:val="21"/>
  </w:num>
  <w:num w:numId="7">
    <w:abstractNumId w:val="40"/>
  </w:num>
  <w:num w:numId="8">
    <w:abstractNumId w:val="5"/>
  </w:num>
  <w:num w:numId="9">
    <w:abstractNumId w:val="25"/>
  </w:num>
  <w:num w:numId="10">
    <w:abstractNumId w:val="24"/>
  </w:num>
  <w:num w:numId="11">
    <w:abstractNumId w:val="31"/>
  </w:num>
  <w:num w:numId="12">
    <w:abstractNumId w:val="36"/>
  </w:num>
  <w:num w:numId="13">
    <w:abstractNumId w:val="33"/>
  </w:num>
  <w:num w:numId="14">
    <w:abstractNumId w:val="6"/>
  </w:num>
  <w:num w:numId="15">
    <w:abstractNumId w:val="28"/>
  </w:num>
  <w:num w:numId="16">
    <w:abstractNumId w:val="27"/>
  </w:num>
  <w:num w:numId="17">
    <w:abstractNumId w:val="12"/>
  </w:num>
  <w:num w:numId="18">
    <w:abstractNumId w:val="1"/>
  </w:num>
  <w:num w:numId="19">
    <w:abstractNumId w:val="29"/>
  </w:num>
  <w:num w:numId="20">
    <w:abstractNumId w:val="10"/>
  </w:num>
  <w:num w:numId="21">
    <w:abstractNumId w:val="30"/>
  </w:num>
  <w:num w:numId="22">
    <w:abstractNumId w:val="20"/>
  </w:num>
  <w:num w:numId="23">
    <w:abstractNumId w:val="38"/>
  </w:num>
  <w:num w:numId="24">
    <w:abstractNumId w:val="13"/>
  </w:num>
  <w:num w:numId="25">
    <w:abstractNumId w:val="35"/>
  </w:num>
  <w:num w:numId="26">
    <w:abstractNumId w:val="8"/>
  </w:num>
  <w:num w:numId="27">
    <w:abstractNumId w:val="32"/>
  </w:num>
  <w:num w:numId="28">
    <w:abstractNumId w:val="39"/>
  </w:num>
  <w:num w:numId="29">
    <w:abstractNumId w:val="34"/>
    <w:lvlOverride w:ilvl="0">
      <w:startOverride w:val="1"/>
    </w:lvlOverride>
  </w:num>
  <w:num w:numId="30">
    <w:abstractNumId w:val="34"/>
    <w:lvlOverride w:ilvl="0">
      <w:startOverride w:val="1"/>
    </w:lvlOverride>
  </w:num>
  <w:num w:numId="31">
    <w:abstractNumId w:val="34"/>
  </w:num>
  <w:num w:numId="32">
    <w:abstractNumId w:val="26"/>
  </w:num>
  <w:num w:numId="33">
    <w:abstractNumId w:val="23"/>
  </w:num>
  <w:num w:numId="34">
    <w:abstractNumId w:val="19"/>
  </w:num>
  <w:num w:numId="35">
    <w:abstractNumId w:val="3"/>
  </w:num>
  <w:num w:numId="36">
    <w:abstractNumId w:val="22"/>
  </w:num>
  <w:num w:numId="37">
    <w:abstractNumId w:val="0"/>
  </w:num>
  <w:num w:numId="38">
    <w:abstractNumId w:val="2"/>
  </w:num>
  <w:num w:numId="39">
    <w:abstractNumId w:val="16"/>
  </w:num>
  <w:num w:numId="40">
    <w:abstractNumId w:val="9"/>
  </w:num>
  <w:num w:numId="41">
    <w:abstractNumId w:val="11"/>
  </w:num>
  <w:num w:numId="42">
    <w:abstractNumId w:val="7"/>
  </w:num>
  <w:num w:numId="43">
    <w:abstractNumId w:val="4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674D0"/>
    <w:rsid w:val="000B1891"/>
    <w:rsid w:val="000C4C7B"/>
    <w:rsid w:val="000D5B82"/>
    <w:rsid w:val="000F5BB1"/>
    <w:rsid w:val="00100EDC"/>
    <w:rsid w:val="00113FE7"/>
    <w:rsid w:val="001166FA"/>
    <w:rsid w:val="00116B10"/>
    <w:rsid w:val="00121932"/>
    <w:rsid w:val="001554D5"/>
    <w:rsid w:val="001C4AA5"/>
    <w:rsid w:val="001D6727"/>
    <w:rsid w:val="001E17B6"/>
    <w:rsid w:val="001F403B"/>
    <w:rsid w:val="001F4BA0"/>
    <w:rsid w:val="001F6979"/>
    <w:rsid w:val="00227CF6"/>
    <w:rsid w:val="0023772F"/>
    <w:rsid w:val="00253B39"/>
    <w:rsid w:val="00255260"/>
    <w:rsid w:val="00271FF4"/>
    <w:rsid w:val="002769BC"/>
    <w:rsid w:val="002D6456"/>
    <w:rsid w:val="002E52F7"/>
    <w:rsid w:val="00301190"/>
    <w:rsid w:val="00367603"/>
    <w:rsid w:val="00374521"/>
    <w:rsid w:val="00385941"/>
    <w:rsid w:val="003A5C22"/>
    <w:rsid w:val="003D1F21"/>
    <w:rsid w:val="003E6D37"/>
    <w:rsid w:val="004023C9"/>
    <w:rsid w:val="004668B8"/>
    <w:rsid w:val="004A43AA"/>
    <w:rsid w:val="004A6E6B"/>
    <w:rsid w:val="005030A6"/>
    <w:rsid w:val="00545800"/>
    <w:rsid w:val="00554671"/>
    <w:rsid w:val="00562376"/>
    <w:rsid w:val="00564CA8"/>
    <w:rsid w:val="00585780"/>
    <w:rsid w:val="005C0851"/>
    <w:rsid w:val="005D400B"/>
    <w:rsid w:val="005F54CF"/>
    <w:rsid w:val="005F5AC1"/>
    <w:rsid w:val="00630B75"/>
    <w:rsid w:val="006377E3"/>
    <w:rsid w:val="00642161"/>
    <w:rsid w:val="00681294"/>
    <w:rsid w:val="006A1913"/>
    <w:rsid w:val="006B336C"/>
    <w:rsid w:val="006C4AA5"/>
    <w:rsid w:val="006D0155"/>
    <w:rsid w:val="006D3785"/>
    <w:rsid w:val="006E2956"/>
    <w:rsid w:val="006E4122"/>
    <w:rsid w:val="007044C0"/>
    <w:rsid w:val="007053C6"/>
    <w:rsid w:val="00713C22"/>
    <w:rsid w:val="00727CD8"/>
    <w:rsid w:val="00736911"/>
    <w:rsid w:val="00740573"/>
    <w:rsid w:val="007569C9"/>
    <w:rsid w:val="00770A9E"/>
    <w:rsid w:val="00774F33"/>
    <w:rsid w:val="00790EA9"/>
    <w:rsid w:val="00791CEA"/>
    <w:rsid w:val="0079659E"/>
    <w:rsid w:val="007B26F8"/>
    <w:rsid w:val="007D2E77"/>
    <w:rsid w:val="007E3B3D"/>
    <w:rsid w:val="00826B6A"/>
    <w:rsid w:val="00834282"/>
    <w:rsid w:val="00856654"/>
    <w:rsid w:val="00877F30"/>
    <w:rsid w:val="008A335B"/>
    <w:rsid w:val="009012C4"/>
    <w:rsid w:val="00907D80"/>
    <w:rsid w:val="00912F04"/>
    <w:rsid w:val="00947F97"/>
    <w:rsid w:val="0096023E"/>
    <w:rsid w:val="009D6A73"/>
    <w:rsid w:val="00A00FF1"/>
    <w:rsid w:val="00A017C3"/>
    <w:rsid w:val="00A07224"/>
    <w:rsid w:val="00A1066E"/>
    <w:rsid w:val="00A14448"/>
    <w:rsid w:val="00A215E8"/>
    <w:rsid w:val="00A662EF"/>
    <w:rsid w:val="00A812A8"/>
    <w:rsid w:val="00A83641"/>
    <w:rsid w:val="00AA16B4"/>
    <w:rsid w:val="00AB525B"/>
    <w:rsid w:val="00AE0721"/>
    <w:rsid w:val="00B12618"/>
    <w:rsid w:val="00B12775"/>
    <w:rsid w:val="00B51311"/>
    <w:rsid w:val="00B53637"/>
    <w:rsid w:val="00B61B33"/>
    <w:rsid w:val="00B85EF5"/>
    <w:rsid w:val="00BF5E7E"/>
    <w:rsid w:val="00C00BEE"/>
    <w:rsid w:val="00C46592"/>
    <w:rsid w:val="00C71CC4"/>
    <w:rsid w:val="00C72379"/>
    <w:rsid w:val="00C83216"/>
    <w:rsid w:val="00CA0696"/>
    <w:rsid w:val="00CC20A2"/>
    <w:rsid w:val="00CE54DD"/>
    <w:rsid w:val="00D0720B"/>
    <w:rsid w:val="00D123CA"/>
    <w:rsid w:val="00D2070B"/>
    <w:rsid w:val="00D26B5E"/>
    <w:rsid w:val="00D96117"/>
    <w:rsid w:val="00DA7ED2"/>
    <w:rsid w:val="00DD02A0"/>
    <w:rsid w:val="00DE2109"/>
    <w:rsid w:val="00DF3D9B"/>
    <w:rsid w:val="00E0214B"/>
    <w:rsid w:val="00E4048A"/>
    <w:rsid w:val="00E67C9E"/>
    <w:rsid w:val="00E81416"/>
    <w:rsid w:val="00E9368F"/>
    <w:rsid w:val="00ED544B"/>
    <w:rsid w:val="00EE632A"/>
    <w:rsid w:val="00EF2B33"/>
    <w:rsid w:val="00F51A3C"/>
    <w:rsid w:val="00F734C6"/>
    <w:rsid w:val="00F73EDF"/>
    <w:rsid w:val="00F752C5"/>
    <w:rsid w:val="00FA3AE6"/>
    <w:rsid w:val="00FB62B7"/>
    <w:rsid w:val="00FB7DB9"/>
    <w:rsid w:val="00FC1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665959">
      <w:bodyDiv w:val="1"/>
      <w:marLeft w:val="0"/>
      <w:marRight w:val="0"/>
      <w:marTop w:val="0"/>
      <w:marBottom w:val="0"/>
      <w:divBdr>
        <w:top w:val="none" w:sz="0" w:space="0" w:color="auto"/>
        <w:left w:val="none" w:sz="0" w:space="0" w:color="auto"/>
        <w:bottom w:val="none" w:sz="0" w:space="0" w:color="auto"/>
        <w:right w:val="none" w:sz="0" w:space="0" w:color="auto"/>
      </w:divBdr>
    </w:div>
    <w:div w:id="17577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PLTW_Protocols.dot</Template>
  <TotalTime>1</TotalTime>
  <Pages>2</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Standards for English Language Arts Matrix</vt:lpstr>
    </vt:vector>
  </TitlesOfParts>
  <Company>Project Lead the Way, Inc.</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for English Language Arts Matrix</dc:title>
  <dc:subject>IED - Teacher Guidelines - Standards</dc:subject>
  <dc:creator>Sam Cox</dc:creator>
  <cp:keywords>standards, matrix</cp:keywords>
  <cp:lastModifiedBy>owner</cp:lastModifiedBy>
  <cp:revision>2</cp:revision>
  <cp:lastPrinted>2003-06-03T19:35:00Z</cp:lastPrinted>
  <dcterms:created xsi:type="dcterms:W3CDTF">2013-10-25T04:41:00Z</dcterms:created>
  <dcterms:modified xsi:type="dcterms:W3CDTF">2013-10-25T04:41:00Z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